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9445D" w14:textId="1677DFB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617143" w:rsidRPr="00617143">
        <w:rPr>
          <w:rFonts w:ascii="Corbel" w:hAnsi="Corbel"/>
          <w:bCs/>
          <w:i/>
        </w:rPr>
        <w:t>Załącznik nr 1.5 do Zarządzenia Rektora UR nr 61/2025</w:t>
      </w:r>
    </w:p>
    <w:p w14:paraId="0CE0867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93658A" w14:textId="1F47520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0690A" w:rsidRPr="0060690A">
        <w:rPr>
          <w:rFonts w:ascii="Corbel" w:hAnsi="Corbel"/>
          <w:b/>
          <w:smallCaps/>
          <w:sz w:val="24"/>
          <w:szCs w:val="24"/>
        </w:rPr>
        <w:t>202</w:t>
      </w:r>
      <w:r w:rsidR="00617143">
        <w:rPr>
          <w:rFonts w:ascii="Corbel" w:hAnsi="Corbel"/>
          <w:b/>
          <w:smallCaps/>
          <w:sz w:val="24"/>
          <w:szCs w:val="24"/>
        </w:rPr>
        <w:t>5</w:t>
      </w:r>
      <w:r w:rsidR="0060690A" w:rsidRPr="0060690A">
        <w:rPr>
          <w:rFonts w:ascii="Corbel" w:hAnsi="Corbel"/>
          <w:b/>
          <w:smallCaps/>
          <w:sz w:val="24"/>
          <w:szCs w:val="24"/>
        </w:rPr>
        <w:t>-202</w:t>
      </w:r>
      <w:r w:rsidR="00617143">
        <w:rPr>
          <w:rFonts w:ascii="Corbel" w:hAnsi="Corbel"/>
          <w:b/>
          <w:smallCaps/>
          <w:sz w:val="24"/>
          <w:szCs w:val="24"/>
        </w:rPr>
        <w:t>7</w:t>
      </w:r>
    </w:p>
    <w:p w14:paraId="5DAB1E9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D22D0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C1A7A8" w14:textId="061B76D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179B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>R</w:t>
      </w:r>
      <w:r w:rsidR="00B83BA3">
        <w:rPr>
          <w:rFonts w:ascii="Corbel" w:hAnsi="Corbel"/>
          <w:sz w:val="20"/>
          <w:szCs w:val="20"/>
        </w:rPr>
        <w:t xml:space="preserve">ok akademicki </w:t>
      </w:r>
      <w:r w:rsidR="0060690A" w:rsidRPr="0060690A">
        <w:rPr>
          <w:rFonts w:ascii="Corbel" w:hAnsi="Corbel"/>
          <w:sz w:val="20"/>
          <w:szCs w:val="20"/>
        </w:rPr>
        <w:t>202</w:t>
      </w:r>
      <w:r w:rsidR="00617143">
        <w:rPr>
          <w:rFonts w:ascii="Corbel" w:hAnsi="Corbel"/>
          <w:sz w:val="20"/>
          <w:szCs w:val="20"/>
        </w:rPr>
        <w:t>5</w:t>
      </w:r>
      <w:r w:rsidR="0060690A" w:rsidRPr="0060690A">
        <w:rPr>
          <w:rFonts w:ascii="Corbel" w:hAnsi="Corbel"/>
          <w:sz w:val="20"/>
          <w:szCs w:val="20"/>
        </w:rPr>
        <w:t>/202</w:t>
      </w:r>
      <w:r w:rsidR="007E5E7B">
        <w:rPr>
          <w:rFonts w:ascii="Corbel" w:hAnsi="Corbel"/>
          <w:sz w:val="20"/>
          <w:szCs w:val="20"/>
        </w:rPr>
        <w:t>6</w:t>
      </w:r>
    </w:p>
    <w:p w14:paraId="084983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5499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AAB232" w14:textId="77777777" w:rsidTr="00B819C8">
        <w:tc>
          <w:tcPr>
            <w:tcW w:w="2694" w:type="dxa"/>
            <w:vAlign w:val="center"/>
          </w:tcPr>
          <w:p w14:paraId="5381DF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589075" w14:textId="77777777" w:rsidR="0085747A" w:rsidRPr="007D22D0" w:rsidRDefault="0066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2"/>
              </w:rPr>
            </w:pPr>
            <w:r w:rsidRPr="007D22D0">
              <w:rPr>
                <w:rFonts w:ascii="Corbel" w:hAnsi="Corbel"/>
                <w:sz w:val="22"/>
              </w:rPr>
              <w:t>Metodologia badań nad bezpieczeństwem</w:t>
            </w:r>
          </w:p>
        </w:tc>
      </w:tr>
      <w:tr w:rsidR="0085747A" w:rsidRPr="009C54AE" w14:paraId="64C6D6E9" w14:textId="77777777" w:rsidTr="00B819C8">
        <w:tc>
          <w:tcPr>
            <w:tcW w:w="2694" w:type="dxa"/>
            <w:vAlign w:val="center"/>
          </w:tcPr>
          <w:p w14:paraId="0782EB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A0B830" w14:textId="77777777" w:rsidR="0085747A" w:rsidRPr="00240F48" w:rsidRDefault="00F636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MK08</w:t>
            </w:r>
          </w:p>
        </w:tc>
      </w:tr>
      <w:tr w:rsidR="0085747A" w:rsidRPr="009C54AE" w14:paraId="36F47288" w14:textId="77777777" w:rsidTr="00B819C8">
        <w:tc>
          <w:tcPr>
            <w:tcW w:w="2694" w:type="dxa"/>
            <w:vAlign w:val="center"/>
          </w:tcPr>
          <w:p w14:paraId="3B2FA1C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5F2AA9" w14:textId="788098A6" w:rsidR="0085747A" w:rsidRPr="00240F48" w:rsidRDefault="00617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Wydział </w:t>
            </w:r>
            <w:r w:rsidR="00B83BA3" w:rsidRPr="00240F48">
              <w:rPr>
                <w:rFonts w:ascii="Corbel" w:hAnsi="Corbel"/>
                <w:b w:val="0"/>
                <w:sz w:val="22"/>
              </w:rPr>
              <w:t>Nauk Społecznych</w:t>
            </w:r>
          </w:p>
        </w:tc>
      </w:tr>
      <w:tr w:rsidR="0085747A" w:rsidRPr="009C54AE" w14:paraId="6F6C10B1" w14:textId="77777777" w:rsidTr="00B819C8">
        <w:tc>
          <w:tcPr>
            <w:tcW w:w="2694" w:type="dxa"/>
            <w:vAlign w:val="center"/>
          </w:tcPr>
          <w:p w14:paraId="5ADA9C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BD622D" w14:textId="0916B09A" w:rsidR="0085747A" w:rsidRPr="00CE3357" w:rsidRDefault="00417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4179B6">
              <w:rPr>
                <w:rFonts w:ascii="Corbel" w:hAnsi="Corbel"/>
                <w:b w:val="0"/>
                <w:sz w:val="22"/>
              </w:rPr>
              <w:t>Instytut Nauk o Polityce</w:t>
            </w:r>
            <w:r w:rsidR="00617143">
              <w:rPr>
                <w:rFonts w:ascii="Corbel" w:hAnsi="Corbel"/>
                <w:b w:val="0"/>
                <w:sz w:val="22"/>
              </w:rPr>
              <w:t xml:space="preserve"> i Bezpieczeństwie </w:t>
            </w:r>
          </w:p>
        </w:tc>
      </w:tr>
      <w:tr w:rsidR="0085747A" w:rsidRPr="009C54AE" w14:paraId="65D28BC5" w14:textId="77777777" w:rsidTr="00B819C8">
        <w:tc>
          <w:tcPr>
            <w:tcW w:w="2694" w:type="dxa"/>
            <w:vAlign w:val="center"/>
          </w:tcPr>
          <w:p w14:paraId="1FC946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B27F83" w14:textId="77777777" w:rsidR="0085747A" w:rsidRPr="00240F48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Bezpieczeństwo wewnętrzne</w:t>
            </w:r>
          </w:p>
        </w:tc>
      </w:tr>
      <w:tr w:rsidR="0085747A" w:rsidRPr="009C54AE" w14:paraId="66804142" w14:textId="77777777" w:rsidTr="00B819C8">
        <w:tc>
          <w:tcPr>
            <w:tcW w:w="2694" w:type="dxa"/>
            <w:vAlign w:val="center"/>
          </w:tcPr>
          <w:p w14:paraId="5948F3D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F2877" w14:textId="77777777" w:rsidR="0085747A" w:rsidRPr="00240F48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 xml:space="preserve">studia </w:t>
            </w:r>
            <w:r w:rsidR="0066105D" w:rsidRPr="00240F48">
              <w:rPr>
                <w:rFonts w:ascii="Corbel" w:hAnsi="Corbel"/>
                <w:b w:val="0"/>
                <w:sz w:val="22"/>
              </w:rPr>
              <w:t>I</w:t>
            </w:r>
            <w:r w:rsidRPr="00240F48">
              <w:rPr>
                <w:rFonts w:ascii="Corbel" w:hAnsi="Corbel"/>
                <w:b w:val="0"/>
                <w:sz w:val="22"/>
              </w:rPr>
              <w:t>I stopnia</w:t>
            </w:r>
          </w:p>
        </w:tc>
      </w:tr>
      <w:tr w:rsidR="0085747A" w:rsidRPr="009C54AE" w14:paraId="7E14FA86" w14:textId="77777777" w:rsidTr="00B819C8">
        <w:tc>
          <w:tcPr>
            <w:tcW w:w="2694" w:type="dxa"/>
            <w:vAlign w:val="center"/>
          </w:tcPr>
          <w:p w14:paraId="61546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FE5522" w14:textId="7AF32A0E" w:rsidR="0085747A" w:rsidRPr="00240F48" w:rsidRDefault="00617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O</w:t>
            </w:r>
            <w:r w:rsidR="00240F48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9C54AE" w14:paraId="3279FDE2" w14:textId="77777777" w:rsidTr="00B819C8">
        <w:tc>
          <w:tcPr>
            <w:tcW w:w="2694" w:type="dxa"/>
            <w:vAlign w:val="center"/>
          </w:tcPr>
          <w:p w14:paraId="05DBEC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0FB405" w14:textId="77777777" w:rsidR="0085747A" w:rsidRPr="00240F48" w:rsidRDefault="00D03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nie</w:t>
            </w:r>
            <w:r w:rsidR="00B83BA3" w:rsidRPr="00240F48">
              <w:rPr>
                <w:rFonts w:ascii="Corbel" w:hAnsi="Corbel"/>
                <w:b w:val="0"/>
                <w:sz w:val="22"/>
              </w:rPr>
              <w:t>stacjonarne</w:t>
            </w:r>
          </w:p>
        </w:tc>
      </w:tr>
      <w:tr w:rsidR="0085747A" w:rsidRPr="009C54AE" w14:paraId="1C17607E" w14:textId="77777777" w:rsidTr="00B819C8">
        <w:tc>
          <w:tcPr>
            <w:tcW w:w="2694" w:type="dxa"/>
            <w:vAlign w:val="center"/>
          </w:tcPr>
          <w:p w14:paraId="0D0D87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0CFB73" w14:textId="77777777" w:rsidR="0085747A" w:rsidRPr="00240F48" w:rsidRDefault="0066105D" w:rsidP="0066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 xml:space="preserve">rok </w:t>
            </w:r>
            <w:r w:rsidR="00B83BA3" w:rsidRPr="00240F48">
              <w:rPr>
                <w:rFonts w:ascii="Corbel" w:hAnsi="Corbel"/>
                <w:b w:val="0"/>
                <w:sz w:val="22"/>
              </w:rPr>
              <w:t>I, semestr I</w:t>
            </w:r>
          </w:p>
        </w:tc>
      </w:tr>
      <w:tr w:rsidR="0085747A" w:rsidRPr="009C54AE" w14:paraId="515B8E1D" w14:textId="77777777" w:rsidTr="00B819C8">
        <w:tc>
          <w:tcPr>
            <w:tcW w:w="2694" w:type="dxa"/>
            <w:vAlign w:val="center"/>
          </w:tcPr>
          <w:p w14:paraId="47DD82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F5F242" w14:textId="77777777" w:rsidR="0085747A" w:rsidRPr="00240F48" w:rsidRDefault="00CD26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obowiązkowy</w:t>
            </w:r>
          </w:p>
        </w:tc>
      </w:tr>
      <w:tr w:rsidR="00923D7D" w:rsidRPr="009C54AE" w14:paraId="3A165522" w14:textId="77777777" w:rsidTr="00B819C8">
        <w:tc>
          <w:tcPr>
            <w:tcW w:w="2694" w:type="dxa"/>
            <w:vAlign w:val="center"/>
          </w:tcPr>
          <w:p w14:paraId="4067DAF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47BC79" w14:textId="77777777" w:rsidR="00923D7D" w:rsidRPr="00240F48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9C54AE" w14:paraId="572E3091" w14:textId="77777777" w:rsidTr="00B819C8">
        <w:tc>
          <w:tcPr>
            <w:tcW w:w="2694" w:type="dxa"/>
            <w:vAlign w:val="center"/>
          </w:tcPr>
          <w:p w14:paraId="05CCD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810875" w14:textId="77777777" w:rsidR="0085747A" w:rsidRPr="00240F48" w:rsidRDefault="00B83BA3" w:rsidP="0066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 xml:space="preserve">dr </w:t>
            </w:r>
            <w:r w:rsidR="0066105D" w:rsidRPr="00240F48">
              <w:rPr>
                <w:rFonts w:ascii="Corbel" w:hAnsi="Corbel"/>
                <w:b w:val="0"/>
                <w:sz w:val="22"/>
              </w:rPr>
              <w:t xml:space="preserve">Anna </w:t>
            </w:r>
            <w:r w:rsidR="00573E37" w:rsidRPr="00240F48">
              <w:rPr>
                <w:rFonts w:ascii="Corbel" w:hAnsi="Corbel"/>
                <w:b w:val="0"/>
                <w:sz w:val="22"/>
              </w:rPr>
              <w:t>Pięta-Szawara</w:t>
            </w:r>
          </w:p>
        </w:tc>
      </w:tr>
      <w:tr w:rsidR="0085747A" w:rsidRPr="009C54AE" w14:paraId="2C25A992" w14:textId="77777777" w:rsidTr="00B819C8">
        <w:tc>
          <w:tcPr>
            <w:tcW w:w="2694" w:type="dxa"/>
            <w:vAlign w:val="center"/>
          </w:tcPr>
          <w:p w14:paraId="220A10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199994" w14:textId="77777777" w:rsidR="0085747A" w:rsidRPr="00240F48" w:rsidRDefault="00B83B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240F48">
              <w:rPr>
                <w:rFonts w:ascii="Corbel" w:hAnsi="Corbel"/>
                <w:b w:val="0"/>
                <w:sz w:val="22"/>
              </w:rPr>
              <w:t>dr Anna Pięta-Szawara</w:t>
            </w:r>
          </w:p>
        </w:tc>
      </w:tr>
    </w:tbl>
    <w:p w14:paraId="3BE7019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83580A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79595B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9D25AF7" w14:textId="77777777" w:rsidTr="007D22D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1114" w14:textId="77777777" w:rsidR="00015B8F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A4FB51" w14:textId="77777777" w:rsidR="00015B8F" w:rsidRPr="009C54AE" w:rsidRDefault="002B5EA0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1E1B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1B6D1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F54EF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A029A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CD78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17ACB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07D83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D42C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5DB2" w14:textId="77777777" w:rsidR="00015B8F" w:rsidRPr="009C54AE" w:rsidRDefault="00015B8F" w:rsidP="007D22D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94FADE" w14:textId="77777777" w:rsidTr="007D22D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A5C0" w14:textId="77777777" w:rsidR="00015B8F" w:rsidRPr="009C54AE" w:rsidRDefault="00573E37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7F6E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8025" w14:textId="77777777" w:rsidR="00015B8F" w:rsidRPr="009C54AE" w:rsidRDefault="00D34D67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D58B" w14:textId="77777777" w:rsidR="00015B8F" w:rsidRPr="009C54AE" w:rsidRDefault="00D03EBE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27FC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DD5D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2B6D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CB24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F60D" w14:textId="77777777" w:rsidR="00015B8F" w:rsidRPr="009C54AE" w:rsidRDefault="00B147BB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1FA0" w14:textId="77777777" w:rsidR="00015B8F" w:rsidRPr="009C54AE" w:rsidRDefault="00D34D67" w:rsidP="007D22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B68E3E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FBD2C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D32A63" w14:textId="77777777" w:rsidR="007D22D0" w:rsidRDefault="007D22D0" w:rsidP="00F83B28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  <w:u w:val="single"/>
        </w:rPr>
      </w:pPr>
    </w:p>
    <w:p w14:paraId="740DF3F9" w14:textId="77777777" w:rsidR="0085747A" w:rsidRPr="00B147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147B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B147B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65599C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F87C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CDDA6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F6979" w14:textId="77777777" w:rsidR="007D22D0" w:rsidRDefault="00B147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</w:p>
    <w:p w14:paraId="6ABDFD34" w14:textId="77777777" w:rsidR="009C54AE" w:rsidRDefault="0014514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15A7A13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E06EF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F0E6F45" w14:textId="77777777" w:rsidR="007D22D0" w:rsidRPr="009C54AE" w:rsidRDefault="007D22D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FFD4F" w14:textId="77777777" w:rsidTr="00745302">
        <w:tc>
          <w:tcPr>
            <w:tcW w:w="9670" w:type="dxa"/>
          </w:tcPr>
          <w:p w14:paraId="17CF8CF9" w14:textId="77777777" w:rsidR="0085747A" w:rsidRPr="009C54AE" w:rsidRDefault="00D34D6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metodologii badań społecznych</w:t>
            </w:r>
            <w:r w:rsidR="00CD26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D8572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91F7AB" w14:textId="77777777" w:rsidR="00DE46AD" w:rsidRDefault="00DE46A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D722C0" w14:textId="77777777" w:rsidR="00DE46AD" w:rsidRDefault="00DE46A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5D1278" w14:textId="77777777" w:rsidR="00DE46AD" w:rsidRDefault="00DE46A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9A3C98" w14:textId="77777777" w:rsidR="00DE46AD" w:rsidRDefault="00DE46A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13532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66916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9F22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FAAE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147BB" w:rsidRPr="009C54AE" w14:paraId="7A60798B" w14:textId="77777777" w:rsidTr="00B147BB">
        <w:tc>
          <w:tcPr>
            <w:tcW w:w="851" w:type="dxa"/>
            <w:vAlign w:val="center"/>
          </w:tcPr>
          <w:p w14:paraId="6B112B24" w14:textId="77777777" w:rsidR="00B147BB" w:rsidRPr="009C54AE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B0EC28" w14:textId="77777777" w:rsidR="00B147BB" w:rsidRPr="00B147BB" w:rsidRDefault="00B147BB" w:rsidP="00D34D6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B147BB">
              <w:rPr>
                <w:rFonts w:ascii="Corbel" w:hAnsi="Corbel"/>
                <w:b w:val="0"/>
                <w:szCs w:val="24"/>
              </w:rPr>
              <w:t xml:space="preserve">Przedstawienie podstawowych pojęć i kategorii stosowanych w badaniach </w:t>
            </w:r>
            <w:r w:rsidR="00D34D67">
              <w:rPr>
                <w:rFonts w:ascii="Corbel" w:hAnsi="Corbel"/>
                <w:b w:val="0"/>
                <w:szCs w:val="24"/>
              </w:rPr>
              <w:t>nad bezpieczeństwem</w:t>
            </w:r>
          </w:p>
        </w:tc>
      </w:tr>
      <w:tr w:rsidR="00B147BB" w:rsidRPr="009C54AE" w14:paraId="4F8F30DD" w14:textId="77777777" w:rsidTr="00B147BB">
        <w:tc>
          <w:tcPr>
            <w:tcW w:w="851" w:type="dxa"/>
            <w:vAlign w:val="center"/>
          </w:tcPr>
          <w:p w14:paraId="6223C07B" w14:textId="77777777" w:rsidR="00B147BB" w:rsidRPr="009C54AE" w:rsidRDefault="00B147BB" w:rsidP="00B147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09C199C" w14:textId="77777777" w:rsidR="00B147BB" w:rsidRPr="00B147BB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B147BB">
              <w:rPr>
                <w:rFonts w:ascii="Corbel" w:hAnsi="Corbel"/>
                <w:b w:val="0"/>
                <w:szCs w:val="24"/>
              </w:rPr>
              <w:t>Nabycie przez studentów umiejętności formułowania problemu badawczego, hipotez, pytań badawczych</w:t>
            </w:r>
          </w:p>
        </w:tc>
      </w:tr>
      <w:tr w:rsidR="00B147BB" w:rsidRPr="009C54AE" w14:paraId="4224FE3A" w14:textId="77777777" w:rsidTr="00B147BB">
        <w:tc>
          <w:tcPr>
            <w:tcW w:w="851" w:type="dxa"/>
            <w:vAlign w:val="center"/>
          </w:tcPr>
          <w:p w14:paraId="43527B28" w14:textId="77777777" w:rsidR="00B147BB" w:rsidRPr="009C54AE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E4B8473" w14:textId="77777777" w:rsidR="00B147BB" w:rsidRPr="00B147BB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B147BB">
              <w:rPr>
                <w:rFonts w:ascii="Corbel" w:hAnsi="Corbel"/>
                <w:b w:val="0"/>
                <w:szCs w:val="24"/>
              </w:rPr>
              <w:t>Zapoznanie studentów z najważniejszymi metodami i technikami badawczymi stosowanymi w dziedzinie nauk społecznych</w:t>
            </w:r>
            <w:r w:rsidR="0020448A">
              <w:rPr>
                <w:rFonts w:ascii="Corbel" w:hAnsi="Corbel"/>
                <w:b w:val="0"/>
                <w:szCs w:val="24"/>
              </w:rPr>
              <w:t>, w tym zwłaszcza w badaniach nad bezpieczeństwem</w:t>
            </w:r>
          </w:p>
        </w:tc>
      </w:tr>
      <w:tr w:rsidR="00B147BB" w:rsidRPr="009C54AE" w14:paraId="70543CDD" w14:textId="77777777" w:rsidTr="00B147BB">
        <w:tc>
          <w:tcPr>
            <w:tcW w:w="851" w:type="dxa"/>
            <w:vAlign w:val="center"/>
          </w:tcPr>
          <w:p w14:paraId="2039D7BB" w14:textId="77777777" w:rsidR="00B147BB" w:rsidRPr="009C54AE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615E08C" w14:textId="77777777" w:rsidR="00B147BB" w:rsidRPr="00B147BB" w:rsidRDefault="00B147BB" w:rsidP="00B147B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9F5D18">
              <w:rPr>
                <w:rFonts w:ascii="Corbel" w:hAnsi="Corbel"/>
                <w:b w:val="0"/>
                <w:color w:val="000000"/>
                <w:spacing w:val="-4"/>
                <w:szCs w:val="24"/>
              </w:rPr>
              <w:t>Kształtowanie u studentów umiejętności organizowania warsztatu badawczego, konstruowania projektu badawczego, posługiwania się wiedzą metodologiczną w zakresie korzystania z modeli, metod i technik badawczych oraz ich praktycznym wykorzystaniem do badań nad bezpieczeństwem</w:t>
            </w:r>
          </w:p>
        </w:tc>
      </w:tr>
    </w:tbl>
    <w:p w14:paraId="6AAFD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622A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C08211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6474105" w14:textId="77777777" w:rsidTr="00962B7A">
        <w:tc>
          <w:tcPr>
            <w:tcW w:w="1681" w:type="dxa"/>
            <w:vAlign w:val="center"/>
          </w:tcPr>
          <w:p w14:paraId="2EE977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D8ABF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E019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147BB" w:rsidRPr="009C54AE" w14:paraId="730C901F" w14:textId="77777777" w:rsidTr="00962B7A">
        <w:tc>
          <w:tcPr>
            <w:tcW w:w="1681" w:type="dxa"/>
          </w:tcPr>
          <w:p w14:paraId="069637DC" w14:textId="77777777" w:rsidR="00B147BB" w:rsidRPr="009C54AE" w:rsidRDefault="00B147BB" w:rsidP="00B147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14:paraId="4BE99AA2" w14:textId="77777777" w:rsidR="00B147BB" w:rsidRPr="00D34D67" w:rsidRDefault="00656899" w:rsidP="00B147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Zna i rozumie</w:t>
            </w:r>
            <w:r w:rsidR="00B147BB" w:rsidRPr="00D34D67">
              <w:rPr>
                <w:rFonts w:ascii="Corbel" w:hAnsi="Corbel"/>
                <w:b w:val="0"/>
                <w:smallCaps w:val="0"/>
              </w:rPr>
              <w:t xml:space="preserve"> pojęcia: wiedza naukowa, proces badawczy, problem badawczy, hipoteza, metoda i technika badawcza</w:t>
            </w:r>
          </w:p>
        </w:tc>
        <w:tc>
          <w:tcPr>
            <w:tcW w:w="1865" w:type="dxa"/>
            <w:vAlign w:val="center"/>
          </w:tcPr>
          <w:p w14:paraId="5BDE1D08" w14:textId="77777777" w:rsidR="00B147BB" w:rsidRPr="00D34D67" w:rsidRDefault="009059C6" w:rsidP="00B147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962B7A" w:rsidRPr="00D34D67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211AEA" w:rsidRPr="009C54AE" w14:paraId="1A61B9DA" w14:textId="77777777" w:rsidTr="00AF58FD">
        <w:tc>
          <w:tcPr>
            <w:tcW w:w="1681" w:type="dxa"/>
          </w:tcPr>
          <w:p w14:paraId="4401FBC2" w14:textId="77777777" w:rsidR="00211AEA" w:rsidRPr="009C54AE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14:paraId="1B241D1E" w14:textId="77777777" w:rsidR="00211AEA" w:rsidRPr="00D34D67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34D67">
              <w:rPr>
                <w:rFonts w:ascii="Corbel" w:hAnsi="Corbel"/>
                <w:b w:val="0"/>
                <w:smallCaps w:val="0"/>
              </w:rPr>
              <w:t>Zna i rozumie regulacje prawne dotyczące prawa autorskiego</w:t>
            </w:r>
          </w:p>
        </w:tc>
        <w:tc>
          <w:tcPr>
            <w:tcW w:w="1865" w:type="dxa"/>
          </w:tcPr>
          <w:p w14:paraId="537DC0FE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W13</w:t>
            </w:r>
          </w:p>
        </w:tc>
      </w:tr>
      <w:tr w:rsidR="00211AEA" w:rsidRPr="009C54AE" w14:paraId="6F9286DC" w14:textId="77777777" w:rsidTr="00962B7A">
        <w:tc>
          <w:tcPr>
            <w:tcW w:w="1681" w:type="dxa"/>
          </w:tcPr>
          <w:p w14:paraId="3223910D" w14:textId="77777777" w:rsidR="00211AEA" w:rsidRPr="009C54AE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</w:t>
            </w:r>
            <w:r>
              <w:rPr>
                <w:rFonts w:ascii="Corbel" w:hAnsi="Corbel"/>
                <w:b w:val="0"/>
                <w:smallCaps w:val="0"/>
              </w:rPr>
              <w:t>03</w:t>
            </w:r>
          </w:p>
        </w:tc>
        <w:tc>
          <w:tcPr>
            <w:tcW w:w="5974" w:type="dxa"/>
          </w:tcPr>
          <w:p w14:paraId="198063AF" w14:textId="77777777" w:rsidR="00211AEA" w:rsidRPr="00D34D67" w:rsidRDefault="00656899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rzygotow</w:t>
            </w:r>
            <w:r>
              <w:rPr>
                <w:rFonts w:ascii="Corbel" w:hAnsi="Corbel"/>
                <w:b w:val="0"/>
                <w:smallCaps w:val="0"/>
              </w:rPr>
              <w:t>ać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 xml:space="preserve"> i przedstawi</w:t>
            </w:r>
            <w:r>
              <w:rPr>
                <w:rFonts w:ascii="Corbel" w:hAnsi="Corbel"/>
                <w:b w:val="0"/>
                <w:smallCaps w:val="0"/>
              </w:rPr>
              <w:t>ć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 xml:space="preserve"> prosty proces badawczy dot. wybranego zjawiska społecznego</w:t>
            </w:r>
          </w:p>
        </w:tc>
        <w:tc>
          <w:tcPr>
            <w:tcW w:w="1865" w:type="dxa"/>
          </w:tcPr>
          <w:p w14:paraId="6D7D00BF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00211AEA" w:rsidRPr="009C54AE" w14:paraId="01DB744E" w14:textId="77777777" w:rsidTr="00962B7A">
        <w:tc>
          <w:tcPr>
            <w:tcW w:w="1681" w:type="dxa"/>
          </w:tcPr>
          <w:p w14:paraId="634CA047" w14:textId="77777777" w:rsidR="00211AEA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14:paraId="0DADB576" w14:textId="77777777" w:rsidR="00211AEA" w:rsidRPr="00D34D67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34D67">
              <w:rPr>
                <w:rFonts w:ascii="Corbel" w:hAnsi="Corbel"/>
                <w:b w:val="0"/>
                <w:smallCaps w:val="0"/>
              </w:rPr>
              <w:t>Potrafi posługiwać się bibliografiami i gromadzić źródła</w:t>
            </w:r>
          </w:p>
        </w:tc>
        <w:tc>
          <w:tcPr>
            <w:tcW w:w="1865" w:type="dxa"/>
          </w:tcPr>
          <w:p w14:paraId="5C173865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00211AEA" w:rsidRPr="009C54AE" w14:paraId="763E367A" w14:textId="77777777" w:rsidTr="00962B7A">
        <w:tc>
          <w:tcPr>
            <w:tcW w:w="1681" w:type="dxa"/>
          </w:tcPr>
          <w:p w14:paraId="5B09803E" w14:textId="77777777" w:rsidR="00211AEA" w:rsidRPr="009C54AE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4" w:type="dxa"/>
          </w:tcPr>
          <w:p w14:paraId="1689B54D" w14:textId="77777777" w:rsidR="00211AEA" w:rsidRPr="00D34D67" w:rsidRDefault="00656899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Jest gotów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 xml:space="preserve"> wykorzystywać dostępne informacje, w tym pochodzące z obserwacji zjawisk społecznych, dla doskonalenia swojej wiedzy i umiejętności </w:t>
            </w:r>
          </w:p>
        </w:tc>
        <w:tc>
          <w:tcPr>
            <w:tcW w:w="1865" w:type="dxa"/>
          </w:tcPr>
          <w:p w14:paraId="3BFD0F3C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  <w:tr w:rsidR="00211AEA" w:rsidRPr="009C54AE" w14:paraId="1E5AEE68" w14:textId="77777777" w:rsidTr="00962B7A">
        <w:tc>
          <w:tcPr>
            <w:tcW w:w="1681" w:type="dxa"/>
          </w:tcPr>
          <w:p w14:paraId="4BBCE3AD" w14:textId="77777777" w:rsidR="00211AEA" w:rsidRPr="009C54AE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4" w:type="dxa"/>
          </w:tcPr>
          <w:p w14:paraId="28773958" w14:textId="77777777" w:rsidR="00211AEA" w:rsidRPr="00D34D67" w:rsidRDefault="00211AEA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34D67">
              <w:rPr>
                <w:rFonts w:ascii="Corbel" w:hAnsi="Corbel"/>
                <w:b w:val="0"/>
                <w:smallCaps w:val="0"/>
              </w:rPr>
              <w:t xml:space="preserve">Jest </w:t>
            </w:r>
            <w:r w:rsidR="00656899">
              <w:rPr>
                <w:rFonts w:ascii="Corbel" w:hAnsi="Corbel"/>
                <w:b w:val="0"/>
                <w:smallCaps w:val="0"/>
              </w:rPr>
              <w:t>gotów do</w:t>
            </w:r>
            <w:r w:rsidRPr="00D34D67">
              <w:rPr>
                <w:rFonts w:ascii="Corbel" w:hAnsi="Corbel"/>
                <w:b w:val="0"/>
                <w:smallCaps w:val="0"/>
              </w:rPr>
              <w:t xml:space="preserve"> samodzielne</w:t>
            </w:r>
            <w:r w:rsidR="00656899">
              <w:rPr>
                <w:rFonts w:ascii="Corbel" w:hAnsi="Corbel"/>
                <w:b w:val="0"/>
                <w:smallCaps w:val="0"/>
              </w:rPr>
              <w:t>go</w:t>
            </w:r>
            <w:r w:rsidRPr="00D34D67">
              <w:rPr>
                <w:rFonts w:ascii="Corbel" w:hAnsi="Corbel"/>
                <w:b w:val="0"/>
                <w:smallCaps w:val="0"/>
              </w:rPr>
              <w:t xml:space="preserve"> poszerzani</w:t>
            </w:r>
            <w:r w:rsidR="00656899">
              <w:rPr>
                <w:rFonts w:ascii="Corbel" w:hAnsi="Corbel"/>
                <w:b w:val="0"/>
                <w:smallCaps w:val="0"/>
              </w:rPr>
              <w:t>a</w:t>
            </w:r>
            <w:r w:rsidRPr="00D34D67">
              <w:rPr>
                <w:rFonts w:ascii="Corbel" w:hAnsi="Corbel"/>
                <w:b w:val="0"/>
                <w:smallCaps w:val="0"/>
              </w:rPr>
              <w:t xml:space="preserve"> wiedzy</w:t>
            </w:r>
          </w:p>
        </w:tc>
        <w:tc>
          <w:tcPr>
            <w:tcW w:w="1865" w:type="dxa"/>
          </w:tcPr>
          <w:p w14:paraId="00DFA21D" w14:textId="77777777" w:rsidR="00211AEA" w:rsidRPr="00D34D67" w:rsidRDefault="009059C6" w:rsidP="00211A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</w:t>
            </w:r>
            <w:r w:rsidR="00211AEA" w:rsidRPr="00D34D67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2178C4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0EBB7C" w14:textId="77777777" w:rsidR="0085747A" w:rsidRPr="009C54AE" w:rsidRDefault="00675843" w:rsidP="007D22D0">
      <w:pPr>
        <w:pStyle w:val="Akapitzlist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D3B648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A8C03B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3AA22FB" w14:textId="77777777" w:rsidTr="00923D7D">
        <w:tc>
          <w:tcPr>
            <w:tcW w:w="9639" w:type="dxa"/>
          </w:tcPr>
          <w:p w14:paraId="3876766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47BB" w:rsidRPr="009C54AE" w14:paraId="00EA2551" w14:textId="77777777" w:rsidTr="00923D7D">
        <w:tc>
          <w:tcPr>
            <w:tcW w:w="9639" w:type="dxa"/>
          </w:tcPr>
          <w:p w14:paraId="210CBE38" w14:textId="77777777" w:rsidR="00B147BB" w:rsidRPr="009C54AE" w:rsidRDefault="00B147BB" w:rsidP="00B147B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Nauka – metoda - język</w:t>
            </w:r>
          </w:p>
        </w:tc>
      </w:tr>
      <w:tr w:rsidR="00B147BB" w:rsidRPr="009C54AE" w14:paraId="52D95DD3" w14:textId="77777777" w:rsidTr="00923D7D">
        <w:tc>
          <w:tcPr>
            <w:tcW w:w="9639" w:type="dxa"/>
          </w:tcPr>
          <w:p w14:paraId="31A64608" w14:textId="77777777" w:rsidR="00B147BB" w:rsidRPr="0020448A" w:rsidRDefault="00B147BB" w:rsidP="00D34D67">
            <w:pPr>
              <w:pStyle w:val="Akapitzlist"/>
              <w:spacing w:after="0" w:line="240" w:lineRule="auto"/>
              <w:ind w:left="0"/>
              <w:rPr>
                <w:rFonts w:ascii="Corbel" w:hAnsi="Corbel"/>
                <w:i/>
              </w:rPr>
            </w:pPr>
            <w:r w:rsidRPr="0020448A">
              <w:rPr>
                <w:rFonts w:ascii="Corbel" w:hAnsi="Corbel"/>
                <w:i/>
              </w:rPr>
              <w:t xml:space="preserve">Metodologiczne problemy </w:t>
            </w:r>
            <w:r w:rsidR="00D34D67" w:rsidRPr="0020448A">
              <w:rPr>
                <w:rFonts w:ascii="Corbel" w:hAnsi="Corbel"/>
                <w:i/>
              </w:rPr>
              <w:t>w badaniach nad bezpieczeństwem</w:t>
            </w:r>
          </w:p>
        </w:tc>
      </w:tr>
      <w:tr w:rsidR="00B147BB" w:rsidRPr="009C54AE" w14:paraId="1DD2A8A3" w14:textId="77777777" w:rsidTr="00923D7D">
        <w:tc>
          <w:tcPr>
            <w:tcW w:w="9639" w:type="dxa"/>
          </w:tcPr>
          <w:p w14:paraId="77F1407A" w14:textId="77777777" w:rsidR="00B147BB" w:rsidRDefault="00B147BB" w:rsidP="00B147BB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Proces badawczy</w:t>
            </w:r>
          </w:p>
          <w:p w14:paraId="7D438226" w14:textId="77777777" w:rsidR="00B147BB" w:rsidRPr="003042B5" w:rsidRDefault="00B147BB" w:rsidP="00B147BB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1) </w:t>
            </w:r>
            <w:r w:rsidRPr="003042B5">
              <w:rPr>
                <w:i/>
              </w:rPr>
              <w:t>cel naukowy</w:t>
            </w:r>
          </w:p>
          <w:p w14:paraId="21E4F97F" w14:textId="77777777" w:rsidR="00B147BB" w:rsidRPr="003042B5" w:rsidRDefault="00B147BB" w:rsidP="00B147BB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2) </w:t>
            </w:r>
            <w:r w:rsidRPr="003042B5">
              <w:rPr>
                <w:i/>
              </w:rPr>
              <w:t>koncepcja i plan badań</w:t>
            </w:r>
          </w:p>
          <w:p w14:paraId="68444331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i/>
              </w:rPr>
              <w:t xml:space="preserve">3) </w:t>
            </w:r>
            <w:r w:rsidRPr="003042B5">
              <w:rPr>
                <w:i/>
              </w:rPr>
              <w:t>metodyka</w:t>
            </w:r>
          </w:p>
        </w:tc>
      </w:tr>
      <w:tr w:rsidR="00B147BB" w:rsidRPr="009C54AE" w14:paraId="44D188F4" w14:textId="77777777" w:rsidTr="00923D7D">
        <w:tc>
          <w:tcPr>
            <w:tcW w:w="9639" w:type="dxa"/>
          </w:tcPr>
          <w:p w14:paraId="359C3607" w14:textId="77777777" w:rsidR="00B147BB" w:rsidRDefault="00B147BB" w:rsidP="00B147BB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Problem badawczy</w:t>
            </w:r>
          </w:p>
        </w:tc>
      </w:tr>
      <w:tr w:rsidR="00B147BB" w:rsidRPr="009C54AE" w14:paraId="0D858408" w14:textId="77777777" w:rsidTr="00923D7D">
        <w:tc>
          <w:tcPr>
            <w:tcW w:w="9639" w:type="dxa"/>
          </w:tcPr>
          <w:p w14:paraId="357FCD63" w14:textId="77777777" w:rsidR="00B147BB" w:rsidRPr="00DF5B16" w:rsidRDefault="00B147BB" w:rsidP="00B147BB">
            <w:pPr>
              <w:pStyle w:val="Nagwek2"/>
              <w:tabs>
                <w:tab w:val="left" w:pos="0"/>
                <w:tab w:val="left" w:pos="720"/>
              </w:tabs>
              <w:spacing w:before="0" w:after="0"/>
              <w:rPr>
                <w:rFonts w:ascii="Calibri" w:hAnsi="Calibri"/>
                <w:b w:val="0"/>
                <w:bCs w:val="0"/>
                <w:iCs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iCs w:val="0"/>
                <w:sz w:val="22"/>
                <w:szCs w:val="22"/>
              </w:rPr>
              <w:lastRenderedPageBreak/>
              <w:t xml:space="preserve">Hipotezy </w:t>
            </w:r>
            <w:r w:rsidRPr="00DF5B16">
              <w:rPr>
                <w:rFonts w:ascii="Calibri" w:hAnsi="Calibri"/>
                <w:b w:val="0"/>
                <w:iCs w:val="0"/>
                <w:sz w:val="22"/>
                <w:szCs w:val="22"/>
              </w:rPr>
              <w:t>w nauce</w:t>
            </w:r>
          </w:p>
          <w:p w14:paraId="02F71327" w14:textId="77777777" w:rsidR="00B147BB" w:rsidRPr="00A56345" w:rsidRDefault="00B147BB" w:rsidP="00B147BB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spacing w:after="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1) </w:t>
            </w:r>
            <w:r w:rsidRPr="00A56345">
              <w:rPr>
                <w:i/>
              </w:rPr>
              <w:t>Pojęcie hipotezy</w:t>
            </w:r>
          </w:p>
          <w:p w14:paraId="5BA67DE2" w14:textId="77777777" w:rsidR="00B147BB" w:rsidRPr="00A56345" w:rsidRDefault="00B147BB" w:rsidP="00B147BB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spacing w:after="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2) </w:t>
            </w:r>
            <w:r w:rsidRPr="00A56345">
              <w:rPr>
                <w:i/>
              </w:rPr>
              <w:t>Stawianie hipotez</w:t>
            </w:r>
          </w:p>
          <w:p w14:paraId="1D382238" w14:textId="77777777" w:rsidR="00B147BB" w:rsidRPr="00B147BB" w:rsidRDefault="00B147BB" w:rsidP="00B147BB">
            <w:pPr>
              <w:numPr>
                <w:ilvl w:val="0"/>
                <w:numId w:val="2"/>
              </w:numPr>
              <w:tabs>
                <w:tab w:val="left" w:pos="0"/>
                <w:tab w:val="left" w:pos="720"/>
              </w:tabs>
              <w:spacing w:after="0" w:line="240" w:lineRule="auto"/>
              <w:ind w:left="0"/>
              <w:rPr>
                <w:i/>
              </w:rPr>
            </w:pPr>
            <w:r>
              <w:rPr>
                <w:i/>
              </w:rPr>
              <w:t xml:space="preserve">3) </w:t>
            </w:r>
            <w:r w:rsidRPr="00A56345">
              <w:rPr>
                <w:i/>
              </w:rPr>
              <w:t>Sprawdzanie i uzasadnianie hipotez</w:t>
            </w:r>
          </w:p>
        </w:tc>
      </w:tr>
      <w:tr w:rsidR="00B147BB" w:rsidRPr="009C54AE" w14:paraId="2B277830" w14:textId="77777777" w:rsidTr="00923D7D">
        <w:tc>
          <w:tcPr>
            <w:tcW w:w="9639" w:type="dxa"/>
          </w:tcPr>
          <w:p w14:paraId="5626D789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Wskaźniki i zmienne zjawisk społecznych</w:t>
            </w:r>
          </w:p>
        </w:tc>
      </w:tr>
      <w:tr w:rsidR="00B147BB" w:rsidRPr="009C54AE" w14:paraId="6EE655D1" w14:textId="77777777" w:rsidTr="00923D7D">
        <w:tc>
          <w:tcPr>
            <w:tcW w:w="9639" w:type="dxa"/>
          </w:tcPr>
          <w:p w14:paraId="243AA5FA" w14:textId="77777777" w:rsidR="00B147BB" w:rsidRPr="00A56345" w:rsidRDefault="00B147BB" w:rsidP="00B147BB">
            <w:pPr>
              <w:spacing w:after="0" w:line="240" w:lineRule="auto"/>
              <w:rPr>
                <w:bCs/>
                <w:i/>
              </w:rPr>
            </w:pPr>
            <w:r>
              <w:rPr>
                <w:bCs/>
                <w:i/>
              </w:rPr>
              <w:t>Metody, techniki, narzędzia badawcze</w:t>
            </w:r>
          </w:p>
          <w:p w14:paraId="78FE27CE" w14:textId="77777777" w:rsidR="00B147BB" w:rsidRPr="00A56345" w:rsidRDefault="00B147BB" w:rsidP="00B14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>1) Pojęcie</w:t>
            </w:r>
            <w:r w:rsidRPr="00A56345">
              <w:rPr>
                <w:i/>
              </w:rPr>
              <w:t xml:space="preserve"> metod</w:t>
            </w:r>
            <w:r>
              <w:rPr>
                <w:i/>
              </w:rPr>
              <w:t>y</w:t>
            </w:r>
            <w:r w:rsidRPr="00A56345">
              <w:rPr>
                <w:i/>
              </w:rPr>
              <w:t xml:space="preserve"> badawcz</w:t>
            </w:r>
            <w:r>
              <w:rPr>
                <w:i/>
              </w:rPr>
              <w:t>ej i jej związek z teorią</w:t>
            </w:r>
          </w:p>
          <w:p w14:paraId="494A0EAF" w14:textId="77777777" w:rsidR="00B147BB" w:rsidRPr="00A56345" w:rsidRDefault="00B147BB" w:rsidP="00B14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2) </w:t>
            </w:r>
            <w:r w:rsidRPr="00A56345">
              <w:rPr>
                <w:i/>
              </w:rPr>
              <w:t>Typologia metod badawczych</w:t>
            </w:r>
          </w:p>
          <w:p w14:paraId="39222B5D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3) Techniki badań</w:t>
            </w:r>
          </w:p>
        </w:tc>
      </w:tr>
      <w:tr w:rsidR="00B147BB" w:rsidRPr="009C54AE" w14:paraId="14510005" w14:textId="77777777" w:rsidTr="00923D7D">
        <w:tc>
          <w:tcPr>
            <w:tcW w:w="9639" w:type="dxa"/>
          </w:tcPr>
          <w:p w14:paraId="15771443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Eksperyment w naukach społecznych</w:t>
            </w:r>
          </w:p>
        </w:tc>
      </w:tr>
      <w:tr w:rsidR="00B147BB" w:rsidRPr="009C54AE" w14:paraId="311B5999" w14:textId="77777777" w:rsidTr="00923D7D">
        <w:tc>
          <w:tcPr>
            <w:tcW w:w="9639" w:type="dxa"/>
          </w:tcPr>
          <w:p w14:paraId="027A83B5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Metoda monograficzna</w:t>
            </w:r>
          </w:p>
        </w:tc>
      </w:tr>
      <w:tr w:rsidR="00B147BB" w:rsidRPr="009C54AE" w14:paraId="69BDC779" w14:textId="77777777" w:rsidTr="00923D7D">
        <w:tc>
          <w:tcPr>
            <w:tcW w:w="9639" w:type="dxa"/>
          </w:tcPr>
          <w:p w14:paraId="014907D3" w14:textId="77777777" w:rsidR="00B147BB" w:rsidRPr="00A56345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Badania terenowe</w:t>
            </w:r>
          </w:p>
        </w:tc>
      </w:tr>
      <w:tr w:rsidR="00B147BB" w:rsidRPr="009C54AE" w14:paraId="526896DC" w14:textId="77777777" w:rsidTr="00923D7D">
        <w:tc>
          <w:tcPr>
            <w:tcW w:w="9639" w:type="dxa"/>
          </w:tcPr>
          <w:p w14:paraId="309A520A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Badania całościowe i interpretacyjne </w:t>
            </w:r>
          </w:p>
          <w:p w14:paraId="2B4A09D9" w14:textId="77777777" w:rsidR="00B147BB" w:rsidRPr="0074264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1) </w:t>
            </w:r>
            <w:r w:rsidRPr="0074264B">
              <w:rPr>
                <w:bCs/>
                <w:i/>
                <w:color w:val="000000"/>
              </w:rPr>
              <w:t>Określenie badań reprezentacyjnych i próbki reprezentacyjnej</w:t>
            </w:r>
            <w:r>
              <w:rPr>
                <w:bCs/>
                <w:i/>
                <w:color w:val="000000"/>
              </w:rPr>
              <w:br/>
              <w:t>2) Wielkość i dobór próbki reprezentacyjnej</w:t>
            </w:r>
          </w:p>
        </w:tc>
      </w:tr>
      <w:tr w:rsidR="00B147BB" w:rsidRPr="009C54AE" w14:paraId="1B1E4F9F" w14:textId="77777777" w:rsidTr="00923D7D">
        <w:tc>
          <w:tcPr>
            <w:tcW w:w="9639" w:type="dxa"/>
          </w:tcPr>
          <w:p w14:paraId="11704546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Obserwacja</w:t>
            </w:r>
          </w:p>
        </w:tc>
      </w:tr>
      <w:tr w:rsidR="00B147BB" w:rsidRPr="009C54AE" w14:paraId="7FAC4605" w14:textId="77777777" w:rsidTr="00923D7D">
        <w:tc>
          <w:tcPr>
            <w:tcW w:w="9639" w:type="dxa"/>
          </w:tcPr>
          <w:p w14:paraId="74E13B49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Wywiad</w:t>
            </w:r>
          </w:p>
        </w:tc>
      </w:tr>
      <w:tr w:rsidR="00B147BB" w:rsidRPr="009C54AE" w14:paraId="1E8669B5" w14:textId="77777777" w:rsidTr="00923D7D">
        <w:tc>
          <w:tcPr>
            <w:tcW w:w="9639" w:type="dxa"/>
          </w:tcPr>
          <w:p w14:paraId="0F071A3E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Badania ankietowe i sondażowe</w:t>
            </w:r>
          </w:p>
        </w:tc>
      </w:tr>
      <w:tr w:rsidR="00B147BB" w:rsidRPr="009C54AE" w14:paraId="6EF7BE0E" w14:textId="77777777" w:rsidTr="00923D7D">
        <w:tc>
          <w:tcPr>
            <w:tcW w:w="9639" w:type="dxa"/>
          </w:tcPr>
          <w:p w14:paraId="25920C8A" w14:textId="77777777" w:rsidR="00B147BB" w:rsidRDefault="00B147BB" w:rsidP="00B147BB">
            <w:pPr>
              <w:tabs>
                <w:tab w:val="left" w:pos="0"/>
                <w:tab w:val="left" w:pos="720"/>
              </w:tabs>
              <w:spacing w:after="0" w:line="240" w:lineRule="auto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Opracowanie zebranych materiałów badawczych</w:t>
            </w:r>
          </w:p>
        </w:tc>
      </w:tr>
    </w:tbl>
    <w:p w14:paraId="31431A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5F13B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83B0D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4EB6C" w14:textId="77777777" w:rsidR="00B147BB" w:rsidRPr="008240AF" w:rsidRDefault="00B147BB" w:rsidP="00B147BB">
      <w:pPr>
        <w:pStyle w:val="Punktygwne"/>
        <w:spacing w:before="0" w:after="0"/>
        <w:rPr>
          <w:b w:val="0"/>
          <w:smallCaps w:val="0"/>
          <w:sz w:val="22"/>
        </w:rPr>
      </w:pPr>
      <w:r w:rsidRPr="008240AF">
        <w:rPr>
          <w:rFonts w:ascii="Calibri" w:hAnsi="Calibri"/>
          <w:b w:val="0"/>
          <w:color w:val="000000"/>
          <w:spacing w:val="-5"/>
          <w:szCs w:val="24"/>
        </w:rPr>
        <w:t>d</w:t>
      </w:r>
      <w:r w:rsidRPr="008240AF">
        <w:rPr>
          <w:rFonts w:ascii="Calibri" w:hAnsi="Calibri"/>
          <w:b w:val="0"/>
          <w:color w:val="000000"/>
          <w:szCs w:val="24"/>
        </w:rPr>
        <w:t>yskusja, elementy wykładu z prezentacją multimedialną, indywidualna praca studentów, metoda problemowa, analiza przypadku, praca w grupach, żywa kolejka, wykład sterowany</w:t>
      </w:r>
    </w:p>
    <w:p w14:paraId="36685F9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28A13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BC8D2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7FB50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51D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1A52544" w14:textId="77777777" w:rsidTr="0020448A">
        <w:tc>
          <w:tcPr>
            <w:tcW w:w="1962" w:type="dxa"/>
            <w:vAlign w:val="center"/>
          </w:tcPr>
          <w:p w14:paraId="033B9A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0913A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854F9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4B935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6187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0448A" w:rsidRPr="009C54AE" w14:paraId="345C50A2" w14:textId="77777777" w:rsidTr="0020448A">
        <w:tc>
          <w:tcPr>
            <w:tcW w:w="1962" w:type="dxa"/>
          </w:tcPr>
          <w:p w14:paraId="57935361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</w:t>
            </w:r>
            <w:r w:rsidRPr="00955656">
              <w:rPr>
                <w:rFonts w:ascii="Corbel" w:hAnsi="Corbel"/>
                <w:b w:val="0"/>
                <w:smallCaps w:val="0"/>
              </w:rPr>
              <w:t xml:space="preserve"> 01 </w:t>
            </w:r>
          </w:p>
        </w:tc>
        <w:tc>
          <w:tcPr>
            <w:tcW w:w="5441" w:type="dxa"/>
          </w:tcPr>
          <w:p w14:paraId="49F29A7C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, egzamin</w:t>
            </w:r>
          </w:p>
        </w:tc>
        <w:tc>
          <w:tcPr>
            <w:tcW w:w="2117" w:type="dxa"/>
          </w:tcPr>
          <w:p w14:paraId="7B1D769D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6BD72619" w14:textId="77777777" w:rsidTr="0020448A">
        <w:tc>
          <w:tcPr>
            <w:tcW w:w="1962" w:type="dxa"/>
          </w:tcPr>
          <w:p w14:paraId="548E2A65" w14:textId="77777777" w:rsidR="0020448A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</w:rPr>
              <w:t>Ek_ 02</w:t>
            </w:r>
          </w:p>
        </w:tc>
        <w:tc>
          <w:tcPr>
            <w:tcW w:w="5441" w:type="dxa"/>
          </w:tcPr>
          <w:p w14:paraId="6CFD52D5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55656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, egzamin</w:t>
            </w:r>
          </w:p>
        </w:tc>
        <w:tc>
          <w:tcPr>
            <w:tcW w:w="2117" w:type="dxa"/>
          </w:tcPr>
          <w:p w14:paraId="4D5FB608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419CE4C1" w14:textId="77777777" w:rsidTr="0020448A">
        <w:tc>
          <w:tcPr>
            <w:tcW w:w="1962" w:type="dxa"/>
          </w:tcPr>
          <w:p w14:paraId="37DD7B14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441" w:type="dxa"/>
          </w:tcPr>
          <w:p w14:paraId="46C77A9E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Aktywność podczas zajęć</w:t>
            </w:r>
          </w:p>
        </w:tc>
        <w:tc>
          <w:tcPr>
            <w:tcW w:w="2117" w:type="dxa"/>
          </w:tcPr>
          <w:p w14:paraId="6DB7DCC2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66A17748" w14:textId="77777777" w:rsidTr="0020448A">
        <w:tc>
          <w:tcPr>
            <w:tcW w:w="1962" w:type="dxa"/>
          </w:tcPr>
          <w:p w14:paraId="3B0097B5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441" w:type="dxa"/>
          </w:tcPr>
          <w:p w14:paraId="20C8BB32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Aktywność podczas zajęć</w:t>
            </w:r>
          </w:p>
        </w:tc>
        <w:tc>
          <w:tcPr>
            <w:tcW w:w="2117" w:type="dxa"/>
          </w:tcPr>
          <w:p w14:paraId="4FC228BB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22A8D6BB" w14:textId="77777777" w:rsidTr="0020448A">
        <w:tc>
          <w:tcPr>
            <w:tcW w:w="1962" w:type="dxa"/>
          </w:tcPr>
          <w:p w14:paraId="5B69EDD4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441" w:type="dxa"/>
          </w:tcPr>
          <w:p w14:paraId="09D5D4B5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14:paraId="6B4DCC70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20448A" w:rsidRPr="009C54AE" w14:paraId="70A88880" w14:textId="77777777" w:rsidTr="0020448A">
        <w:tc>
          <w:tcPr>
            <w:tcW w:w="1962" w:type="dxa"/>
          </w:tcPr>
          <w:p w14:paraId="42428918" w14:textId="77777777" w:rsidR="0020448A" w:rsidRPr="00955656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0D922A4D" w14:textId="77777777" w:rsidR="0020448A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Na podstawie obserwacji w trakcie zajęć</w:t>
            </w:r>
          </w:p>
        </w:tc>
        <w:tc>
          <w:tcPr>
            <w:tcW w:w="2117" w:type="dxa"/>
          </w:tcPr>
          <w:p w14:paraId="3B6D7183" w14:textId="77777777" w:rsidR="0020448A" w:rsidRDefault="0020448A" w:rsidP="002044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konw</w:t>
            </w:r>
            <w:r w:rsidRPr="00955656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0C899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94B3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20705D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534043" w14:textId="77777777" w:rsidTr="00923D7D">
        <w:tc>
          <w:tcPr>
            <w:tcW w:w="9670" w:type="dxa"/>
          </w:tcPr>
          <w:p w14:paraId="727733C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2099DF3" w14:textId="77777777" w:rsidR="00923D7D" w:rsidRPr="009C54AE" w:rsidRDefault="007D22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O</w:t>
            </w:r>
            <w:r w:rsidR="005740FC">
              <w:rPr>
                <w:b w:val="0"/>
                <w:i/>
                <w:smallCaps w:val="0"/>
                <w:sz w:val="22"/>
              </w:rPr>
              <w:t xml:space="preserve">becność na zajęciach, aktywność, </w:t>
            </w:r>
            <w:r w:rsidR="00D34D67">
              <w:rPr>
                <w:b w:val="0"/>
                <w:i/>
                <w:smallCaps w:val="0"/>
                <w:sz w:val="22"/>
              </w:rPr>
              <w:t>uzyskanie pozytywnego wyniku</w:t>
            </w:r>
            <w:r w:rsidR="005740FC">
              <w:rPr>
                <w:b w:val="0"/>
                <w:i/>
                <w:smallCaps w:val="0"/>
                <w:sz w:val="22"/>
              </w:rPr>
              <w:t xml:space="preserve"> kolokwium zaliczeniowego</w:t>
            </w:r>
          </w:p>
          <w:p w14:paraId="25FD52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ED5078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8FBBC9" w14:textId="77777777" w:rsidR="009F4610" w:rsidRPr="009C54AE" w:rsidRDefault="007D22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23FF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737387" w14:textId="77777777" w:rsidTr="003E1941">
        <w:tc>
          <w:tcPr>
            <w:tcW w:w="4962" w:type="dxa"/>
            <w:vAlign w:val="center"/>
          </w:tcPr>
          <w:p w14:paraId="7617AB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514F7C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740FC" w:rsidRPr="009C54AE" w14:paraId="47CC0593" w14:textId="77777777" w:rsidTr="004925AD">
        <w:tc>
          <w:tcPr>
            <w:tcW w:w="4962" w:type="dxa"/>
          </w:tcPr>
          <w:p w14:paraId="3823C5C7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F6744ED" w14:textId="77777777" w:rsidR="005740FC" w:rsidRPr="009C54AE" w:rsidRDefault="00481154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5740FC" w:rsidRPr="009C54AE" w14:paraId="497BB3C0" w14:textId="77777777" w:rsidTr="004925AD">
        <w:tc>
          <w:tcPr>
            <w:tcW w:w="4962" w:type="dxa"/>
          </w:tcPr>
          <w:p w14:paraId="78FEAB32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FA925A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13CD63D6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5740FC" w:rsidRPr="009C54AE" w14:paraId="5D146FB8" w14:textId="77777777" w:rsidTr="004925AD">
        <w:tc>
          <w:tcPr>
            <w:tcW w:w="4962" w:type="dxa"/>
          </w:tcPr>
          <w:p w14:paraId="29ABB0A2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AA3EF33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3E1C41C8" w14:textId="77777777" w:rsidR="005740FC" w:rsidRPr="009C54AE" w:rsidRDefault="00481154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58</w:t>
            </w:r>
          </w:p>
        </w:tc>
      </w:tr>
      <w:tr w:rsidR="005740FC" w:rsidRPr="009C54AE" w14:paraId="024091B1" w14:textId="77777777" w:rsidTr="004925AD">
        <w:tc>
          <w:tcPr>
            <w:tcW w:w="4962" w:type="dxa"/>
          </w:tcPr>
          <w:p w14:paraId="740ECC6B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6C51842" w14:textId="77777777" w:rsidR="005740FC" w:rsidRPr="009C54AE" w:rsidRDefault="00D34D67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75</w:t>
            </w:r>
          </w:p>
        </w:tc>
      </w:tr>
      <w:tr w:rsidR="005740FC" w:rsidRPr="009C54AE" w14:paraId="5DE8DD00" w14:textId="77777777" w:rsidTr="004925AD">
        <w:tc>
          <w:tcPr>
            <w:tcW w:w="4962" w:type="dxa"/>
          </w:tcPr>
          <w:p w14:paraId="0221F491" w14:textId="77777777" w:rsidR="005740FC" w:rsidRPr="009C54AE" w:rsidRDefault="005740FC" w:rsidP="005740F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BB01A2B" w14:textId="77777777" w:rsidR="005740FC" w:rsidRPr="009C54AE" w:rsidRDefault="00D34D67" w:rsidP="005740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4973253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685FA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29DF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63E8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7D22D0" w:rsidRPr="009C54AE" w14:paraId="34AE040E" w14:textId="77777777" w:rsidTr="005740FC">
        <w:trPr>
          <w:trHeight w:val="397"/>
        </w:trPr>
        <w:tc>
          <w:tcPr>
            <w:tcW w:w="2359" w:type="pct"/>
          </w:tcPr>
          <w:p w14:paraId="2CD32D09" w14:textId="77777777" w:rsidR="007D22D0" w:rsidRPr="009C54AE" w:rsidRDefault="007D22D0" w:rsidP="007D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C737721" w14:textId="77777777" w:rsidR="007D22D0" w:rsidRDefault="007D22D0" w:rsidP="007D22D0">
            <w:r w:rsidRPr="003E1994">
              <w:rPr>
                <w:rFonts w:cs="Calibri"/>
              </w:rPr>
              <w:t>Nie dotyczy</w:t>
            </w:r>
          </w:p>
        </w:tc>
      </w:tr>
      <w:tr w:rsidR="007D22D0" w:rsidRPr="009C54AE" w14:paraId="699D663C" w14:textId="77777777" w:rsidTr="005740FC">
        <w:trPr>
          <w:trHeight w:val="397"/>
        </w:trPr>
        <w:tc>
          <w:tcPr>
            <w:tcW w:w="2359" w:type="pct"/>
          </w:tcPr>
          <w:p w14:paraId="12DE697A" w14:textId="77777777" w:rsidR="007D22D0" w:rsidRPr="009C54AE" w:rsidRDefault="007D22D0" w:rsidP="007D22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811F5F" w14:textId="77777777" w:rsidR="007D22D0" w:rsidRDefault="007D22D0" w:rsidP="007D22D0">
            <w:r w:rsidRPr="003E1994">
              <w:rPr>
                <w:rFonts w:cs="Calibri"/>
              </w:rPr>
              <w:t>Nie dotyczy</w:t>
            </w:r>
          </w:p>
        </w:tc>
      </w:tr>
    </w:tbl>
    <w:p w14:paraId="56680D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CF2B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6C897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740FC" w:rsidRPr="009C54AE" w14:paraId="43CBAF6A" w14:textId="77777777" w:rsidTr="005740FC">
        <w:trPr>
          <w:trHeight w:val="397"/>
        </w:trPr>
        <w:tc>
          <w:tcPr>
            <w:tcW w:w="5000" w:type="pct"/>
          </w:tcPr>
          <w:p w14:paraId="685A7AEB" w14:textId="77777777" w:rsidR="005740FC" w:rsidRDefault="005740FC" w:rsidP="005740FC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  <w:r w:rsidRPr="00DE46AD">
              <w:rPr>
                <w:rFonts w:ascii="Corbel" w:hAnsi="Corbel"/>
                <w:smallCaps w:val="0"/>
              </w:rPr>
              <w:t>Literatura podstawowa:</w:t>
            </w:r>
          </w:p>
          <w:p w14:paraId="722A7078" w14:textId="77777777" w:rsidR="00DE46AD" w:rsidRPr="00DE46AD" w:rsidRDefault="00DE46AD" w:rsidP="005740FC">
            <w:pPr>
              <w:pStyle w:val="Punktygwne"/>
              <w:spacing w:before="0" w:after="0"/>
              <w:rPr>
                <w:rFonts w:ascii="Corbel" w:hAnsi="Corbel"/>
                <w:smallCaps w:val="0"/>
              </w:rPr>
            </w:pPr>
          </w:p>
          <w:p w14:paraId="6129A966" w14:textId="77777777" w:rsidR="005740FC" w:rsidRDefault="005740FC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Sztumski J., </w:t>
            </w:r>
            <w:r>
              <w:rPr>
                <w:rFonts w:ascii="Corbel" w:hAnsi="Corbel"/>
                <w:b w:val="0"/>
                <w:i/>
                <w:smallCaps w:val="0"/>
              </w:rPr>
              <w:t>Wstęp do metod i technik badań społecznych</w:t>
            </w:r>
            <w:r>
              <w:rPr>
                <w:rFonts w:ascii="Corbel" w:hAnsi="Corbel"/>
                <w:b w:val="0"/>
                <w:smallCaps w:val="0"/>
              </w:rPr>
              <w:t>, wyd. 7, Katowice 2010.</w:t>
            </w:r>
          </w:p>
          <w:p w14:paraId="165486FF" w14:textId="77777777" w:rsidR="00D34D67" w:rsidRPr="001866D3" w:rsidRDefault="00D34D67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Kuc B. i Śxciborek Z., </w:t>
            </w:r>
            <w:r>
              <w:rPr>
                <w:rFonts w:ascii="Corbel" w:hAnsi="Corbel"/>
                <w:b w:val="0"/>
                <w:i/>
                <w:smallCaps w:val="0"/>
              </w:rPr>
              <w:t>Zarys metodologii nauk o bezpieczeństwie</w:t>
            </w:r>
            <w:r>
              <w:rPr>
                <w:rFonts w:ascii="Corbel" w:hAnsi="Corbel"/>
                <w:b w:val="0"/>
                <w:smallCaps w:val="0"/>
              </w:rPr>
              <w:t>, Toruń 2018.</w:t>
            </w:r>
          </w:p>
        </w:tc>
      </w:tr>
      <w:tr w:rsidR="005740FC" w:rsidRPr="009C54AE" w14:paraId="29FF677C" w14:textId="77777777" w:rsidTr="005740FC">
        <w:trPr>
          <w:trHeight w:val="397"/>
        </w:trPr>
        <w:tc>
          <w:tcPr>
            <w:tcW w:w="5000" w:type="pct"/>
          </w:tcPr>
          <w:p w14:paraId="781559FC" w14:textId="77777777" w:rsidR="005740FC" w:rsidRDefault="005740FC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smallCaps w:val="0"/>
              </w:rPr>
            </w:pPr>
            <w:r w:rsidRPr="00DE46AD">
              <w:rPr>
                <w:rFonts w:ascii="Corbel" w:hAnsi="Corbel"/>
                <w:smallCaps w:val="0"/>
              </w:rPr>
              <w:t>Literatura uzupełniająca:</w:t>
            </w:r>
          </w:p>
          <w:p w14:paraId="662A08A3" w14:textId="77777777" w:rsidR="00DE46AD" w:rsidRPr="00DE46AD" w:rsidRDefault="00DE46AD" w:rsidP="005740FC">
            <w:pPr>
              <w:pStyle w:val="Punktygwne"/>
              <w:spacing w:before="0" w:after="0"/>
              <w:ind w:left="397" w:hanging="397"/>
              <w:rPr>
                <w:rFonts w:ascii="Corbel" w:hAnsi="Corbel"/>
                <w:smallCaps w:val="0"/>
              </w:rPr>
            </w:pPr>
          </w:p>
          <w:p w14:paraId="759A4B39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DD4D17">
              <w:rPr>
                <w:rFonts w:ascii="Corbel" w:hAnsi="Corbel"/>
                <w:b w:val="0"/>
                <w:smallCaps w:val="0"/>
              </w:rPr>
              <w:t>Bäcker</w:t>
            </w:r>
            <w:r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0DD4D17">
              <w:rPr>
                <w:rFonts w:ascii="Corbel" w:hAnsi="Corbel"/>
                <w:b w:val="0"/>
                <w:smallCaps w:val="0"/>
              </w:rPr>
              <w:t xml:space="preserve"> i in., </w:t>
            </w:r>
            <w:r w:rsidRPr="00DD4D17">
              <w:rPr>
                <w:rFonts w:ascii="Corbel" w:hAnsi="Corbel"/>
                <w:b w:val="0"/>
                <w:i/>
                <w:smallCaps w:val="0"/>
              </w:rPr>
              <w:t>Metodologia badań politologicznych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DD4D17">
              <w:rPr>
                <w:rFonts w:ascii="Corbel" w:hAnsi="Corbel"/>
                <w:b w:val="0"/>
                <w:smallCaps w:val="0"/>
              </w:rPr>
              <w:t>Warszawa 2016, https://repozytorium.umk.pl/bitstream/handle/item/3891/Metodologia_badan_politologicznych.pdf?sequence=1 (</w:t>
            </w:r>
            <w:r>
              <w:rPr>
                <w:rFonts w:ascii="Corbel" w:hAnsi="Corbel"/>
                <w:b w:val="0"/>
                <w:smallCaps w:val="0"/>
              </w:rPr>
              <w:t>2</w:t>
            </w:r>
            <w:r w:rsidRPr="00DD4D17">
              <w:rPr>
                <w:rFonts w:ascii="Corbel" w:hAnsi="Corbel"/>
                <w:b w:val="0"/>
                <w:smallCaps w:val="0"/>
              </w:rPr>
              <w:t>2.10.201</w:t>
            </w:r>
            <w:r>
              <w:rPr>
                <w:rFonts w:ascii="Corbel" w:hAnsi="Corbel"/>
                <w:b w:val="0"/>
                <w:smallCaps w:val="0"/>
              </w:rPr>
              <w:t>9</w:t>
            </w:r>
            <w:r w:rsidRPr="00DD4D17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14:paraId="3B44CD22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Błachut J.,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Problemy związane z pomiarem przestępczości</w:t>
            </w:r>
            <w:r w:rsidRPr="00567890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597E5BE7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Frankfort-Nachmias C. i Nachmias D., </w:t>
            </w:r>
            <w:r>
              <w:rPr>
                <w:rFonts w:ascii="Corbel" w:hAnsi="Corbel"/>
                <w:b w:val="0"/>
                <w:i/>
                <w:smallCaps w:val="0"/>
              </w:rPr>
              <w:t>Metody badawcze w naukach społecznych</w:t>
            </w:r>
            <w:r>
              <w:rPr>
                <w:rFonts w:ascii="Corbel" w:hAnsi="Corbel"/>
                <w:b w:val="0"/>
                <w:smallCaps w:val="0"/>
              </w:rPr>
              <w:t>, Poznań 2001.</w:t>
            </w:r>
          </w:p>
          <w:p w14:paraId="5F98A2DA" w14:textId="77777777" w:rsidR="00D34D67" w:rsidRPr="00D34D67" w:rsidRDefault="00D34D67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Jemioło T., Dawidczyk A., </w:t>
            </w:r>
            <w:r>
              <w:rPr>
                <w:rFonts w:ascii="Corbel" w:hAnsi="Corbel"/>
                <w:b w:val="0"/>
                <w:i/>
                <w:smallCaps w:val="0"/>
              </w:rPr>
              <w:t xml:space="preserve">Wprowadzenie do metodologii badań bezpieczeństwa, </w:t>
            </w:r>
            <w:r>
              <w:rPr>
                <w:rFonts w:ascii="Corbel" w:hAnsi="Corbel"/>
                <w:b w:val="0"/>
                <w:smallCaps w:val="0"/>
              </w:rPr>
              <w:t>Warszawa 2008.</w:t>
            </w:r>
          </w:p>
          <w:p w14:paraId="7DAC81A6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Johnson J.B, Reynolds H.T I Mycoff J.D.,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badawcze w naukach politycznych</w:t>
            </w:r>
            <w:r>
              <w:rPr>
                <w:rFonts w:ascii="Corbel" w:hAnsi="Corbel"/>
                <w:b w:val="0"/>
                <w:smallCaps w:val="0"/>
              </w:rPr>
              <w:t>, przeł. A. Kloskowska-Dudzińska, Warszawa 2010.</w:t>
            </w:r>
          </w:p>
          <w:p w14:paraId="5DF6B231" w14:textId="77777777" w:rsidR="00D34D67" w:rsidRPr="00D34D67" w:rsidRDefault="00D34D67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Kitler W., Kośmider T. (red.), </w:t>
            </w:r>
            <w:r>
              <w:rPr>
                <w:rFonts w:ascii="Corbel" w:hAnsi="Corbel"/>
                <w:b w:val="0"/>
                <w:i/>
                <w:smallCaps w:val="0"/>
              </w:rPr>
              <w:t xml:space="preserve">Metodologiczne i dydaktyczne aspekty bezpieczeństwa narodowego, </w:t>
            </w:r>
            <w:r>
              <w:rPr>
                <w:rFonts w:ascii="Corbel" w:hAnsi="Corbel"/>
                <w:b w:val="0"/>
                <w:smallCaps w:val="0"/>
              </w:rPr>
              <w:t>Warszawa 2015.</w:t>
            </w:r>
          </w:p>
          <w:p w14:paraId="5C1EE96D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Nowak S. , </w:t>
            </w:r>
            <w:r>
              <w:rPr>
                <w:rFonts w:ascii="Corbel" w:hAnsi="Corbel"/>
                <w:b w:val="0"/>
                <w:i/>
                <w:smallCaps w:val="0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</w:rPr>
              <w:t>, Warszawa 2008.</w:t>
            </w:r>
          </w:p>
          <w:p w14:paraId="28EDDC75" w14:textId="77777777" w:rsidR="005740FC" w:rsidRPr="00567890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Ossowski S.,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O osobliwościach nauk społecznych</w:t>
            </w:r>
            <w:r w:rsidRPr="00567890">
              <w:rPr>
                <w:rFonts w:ascii="Corbel" w:hAnsi="Corbel"/>
                <w:b w:val="0"/>
                <w:smallCaps w:val="0"/>
              </w:rPr>
              <w:t>, Warszawa 2001.</w:t>
            </w:r>
          </w:p>
          <w:p w14:paraId="482F3085" w14:textId="77777777" w:rsidR="005740FC" w:rsidRDefault="005740FC" w:rsidP="00DE4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Sołoma L., </w:t>
            </w:r>
            <w:r w:rsidRPr="00567890">
              <w:rPr>
                <w:rFonts w:ascii="Corbel" w:hAnsi="Corbel"/>
                <w:b w:val="0"/>
                <w:i/>
                <w:smallCaps w:val="0"/>
              </w:rPr>
              <w:t>Metody i techniki badań socjologicznych. Wybrane zagadnienia</w:t>
            </w:r>
            <w:r w:rsidRPr="00567890">
              <w:rPr>
                <w:rFonts w:ascii="Corbel" w:hAnsi="Corbel"/>
                <w:b w:val="0"/>
                <w:smallCaps w:val="0"/>
              </w:rPr>
              <w:t>, Olsztyn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567890">
              <w:rPr>
                <w:rFonts w:ascii="Corbel" w:hAnsi="Corbel"/>
                <w:b w:val="0"/>
                <w:smallCaps w:val="0"/>
              </w:rPr>
              <w:t>1995.</w:t>
            </w:r>
          </w:p>
          <w:p w14:paraId="55654B1C" w14:textId="77777777" w:rsidR="005740FC" w:rsidRPr="00567890" w:rsidRDefault="005740FC" w:rsidP="005740F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</w:rPr>
            </w:pPr>
            <w:r w:rsidRPr="0056789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4631D2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9D7A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8417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E46AD">
      <w:pgSz w:w="11906" w:h="16838"/>
      <w:pgMar w:top="709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7DFAB" w14:textId="77777777" w:rsidR="00FE084A" w:rsidRDefault="00FE084A" w:rsidP="00C16ABF">
      <w:pPr>
        <w:spacing w:after="0" w:line="240" w:lineRule="auto"/>
      </w:pPr>
      <w:r>
        <w:separator/>
      </w:r>
    </w:p>
  </w:endnote>
  <w:endnote w:type="continuationSeparator" w:id="0">
    <w:p w14:paraId="31D44F62" w14:textId="77777777" w:rsidR="00FE084A" w:rsidRDefault="00FE08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B3493" w14:textId="77777777" w:rsidR="00FE084A" w:rsidRDefault="00FE084A" w:rsidP="00C16ABF">
      <w:pPr>
        <w:spacing w:after="0" w:line="240" w:lineRule="auto"/>
      </w:pPr>
      <w:r>
        <w:separator/>
      </w:r>
    </w:p>
  </w:footnote>
  <w:footnote w:type="continuationSeparator" w:id="0">
    <w:p w14:paraId="3D482FBA" w14:textId="77777777" w:rsidR="00FE084A" w:rsidRDefault="00FE084A" w:rsidP="00C16ABF">
      <w:pPr>
        <w:spacing w:after="0" w:line="240" w:lineRule="auto"/>
      </w:pPr>
      <w:r>
        <w:continuationSeparator/>
      </w:r>
    </w:p>
  </w:footnote>
  <w:footnote w:id="1">
    <w:p w14:paraId="1EFD24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876EC3"/>
    <w:multiLevelType w:val="multilevel"/>
    <w:tmpl w:val="9BDE451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lowerLetter"/>
      <w:isLgl/>
      <w:lvlText w:val="%2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0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cs="Times New Roman" w:hint="default"/>
      </w:rPr>
    </w:lvl>
  </w:abstractNum>
  <w:num w:numId="1" w16cid:durableId="1951620985">
    <w:abstractNumId w:val="0"/>
  </w:num>
  <w:num w:numId="2" w16cid:durableId="186968150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4FBF"/>
    <w:rsid w:val="000077B4"/>
    <w:rsid w:val="00015B8F"/>
    <w:rsid w:val="00022ECE"/>
    <w:rsid w:val="00042A51"/>
    <w:rsid w:val="00042D2E"/>
    <w:rsid w:val="00044C82"/>
    <w:rsid w:val="000650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AA9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14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9654C"/>
    <w:rsid w:val="001A70D2"/>
    <w:rsid w:val="001D0663"/>
    <w:rsid w:val="001D657B"/>
    <w:rsid w:val="001D7B54"/>
    <w:rsid w:val="001E0209"/>
    <w:rsid w:val="001F2CA2"/>
    <w:rsid w:val="0020448A"/>
    <w:rsid w:val="00211AEA"/>
    <w:rsid w:val="002144C0"/>
    <w:rsid w:val="0022477D"/>
    <w:rsid w:val="002278A9"/>
    <w:rsid w:val="002336F9"/>
    <w:rsid w:val="0024028F"/>
    <w:rsid w:val="00240F48"/>
    <w:rsid w:val="00244ABC"/>
    <w:rsid w:val="00281FF2"/>
    <w:rsid w:val="0028575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483"/>
    <w:rsid w:val="003343CF"/>
    <w:rsid w:val="0033795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908"/>
    <w:rsid w:val="00414E3C"/>
    <w:rsid w:val="004179B6"/>
    <w:rsid w:val="0042244A"/>
    <w:rsid w:val="0042745A"/>
    <w:rsid w:val="00431D5C"/>
    <w:rsid w:val="004362C6"/>
    <w:rsid w:val="00437FA2"/>
    <w:rsid w:val="00445970"/>
    <w:rsid w:val="00450D0B"/>
    <w:rsid w:val="00461EFC"/>
    <w:rsid w:val="004652C2"/>
    <w:rsid w:val="004706D1"/>
    <w:rsid w:val="00471326"/>
    <w:rsid w:val="0047598D"/>
    <w:rsid w:val="00481154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E37"/>
    <w:rsid w:val="005740FC"/>
    <w:rsid w:val="0059484D"/>
    <w:rsid w:val="005A0855"/>
    <w:rsid w:val="005A3196"/>
    <w:rsid w:val="005B18EC"/>
    <w:rsid w:val="005C080F"/>
    <w:rsid w:val="005C55E5"/>
    <w:rsid w:val="005C696A"/>
    <w:rsid w:val="005E6E85"/>
    <w:rsid w:val="005F31D2"/>
    <w:rsid w:val="0060690A"/>
    <w:rsid w:val="0061029B"/>
    <w:rsid w:val="00617143"/>
    <w:rsid w:val="00617230"/>
    <w:rsid w:val="00621CE1"/>
    <w:rsid w:val="00627FC9"/>
    <w:rsid w:val="00647FA8"/>
    <w:rsid w:val="00650C5F"/>
    <w:rsid w:val="00654934"/>
    <w:rsid w:val="00656899"/>
    <w:rsid w:val="0066105D"/>
    <w:rsid w:val="006620D9"/>
    <w:rsid w:val="006672C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4C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2D0"/>
    <w:rsid w:val="007D6E56"/>
    <w:rsid w:val="007E3FE2"/>
    <w:rsid w:val="007E5E7B"/>
    <w:rsid w:val="007F4155"/>
    <w:rsid w:val="00806CE3"/>
    <w:rsid w:val="0081554D"/>
    <w:rsid w:val="0081707E"/>
    <w:rsid w:val="008240AF"/>
    <w:rsid w:val="008449B3"/>
    <w:rsid w:val="00847907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C6"/>
    <w:rsid w:val="00916188"/>
    <w:rsid w:val="00923D7D"/>
    <w:rsid w:val="00940060"/>
    <w:rsid w:val="00946304"/>
    <w:rsid w:val="009508DF"/>
    <w:rsid w:val="00950DAC"/>
    <w:rsid w:val="00954A07"/>
    <w:rsid w:val="00962B7A"/>
    <w:rsid w:val="00997F14"/>
    <w:rsid w:val="009A78D9"/>
    <w:rsid w:val="009C3E31"/>
    <w:rsid w:val="009C49DE"/>
    <w:rsid w:val="009C54AE"/>
    <w:rsid w:val="009C788E"/>
    <w:rsid w:val="009D3F3B"/>
    <w:rsid w:val="009E0543"/>
    <w:rsid w:val="009E3B41"/>
    <w:rsid w:val="009F3C5C"/>
    <w:rsid w:val="009F4610"/>
    <w:rsid w:val="009F5D18"/>
    <w:rsid w:val="00A00ECC"/>
    <w:rsid w:val="00A155EE"/>
    <w:rsid w:val="00A2245B"/>
    <w:rsid w:val="00A2262B"/>
    <w:rsid w:val="00A30110"/>
    <w:rsid w:val="00A36899"/>
    <w:rsid w:val="00A371F6"/>
    <w:rsid w:val="00A43BF6"/>
    <w:rsid w:val="00A50271"/>
    <w:rsid w:val="00A53FA5"/>
    <w:rsid w:val="00A54817"/>
    <w:rsid w:val="00A601C8"/>
    <w:rsid w:val="00A60799"/>
    <w:rsid w:val="00A6583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7BB"/>
    <w:rsid w:val="00B3130B"/>
    <w:rsid w:val="00B33445"/>
    <w:rsid w:val="00B40ADB"/>
    <w:rsid w:val="00B43B77"/>
    <w:rsid w:val="00B43E80"/>
    <w:rsid w:val="00B5759F"/>
    <w:rsid w:val="00B607DB"/>
    <w:rsid w:val="00B66529"/>
    <w:rsid w:val="00B66B5F"/>
    <w:rsid w:val="00B75946"/>
    <w:rsid w:val="00B8056E"/>
    <w:rsid w:val="00B819C8"/>
    <w:rsid w:val="00B82308"/>
    <w:rsid w:val="00B83BA3"/>
    <w:rsid w:val="00B90885"/>
    <w:rsid w:val="00BB3E16"/>
    <w:rsid w:val="00BB520A"/>
    <w:rsid w:val="00BD3869"/>
    <w:rsid w:val="00BD66E9"/>
    <w:rsid w:val="00BD6FF4"/>
    <w:rsid w:val="00BE2F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795"/>
    <w:rsid w:val="00C766DF"/>
    <w:rsid w:val="00C77D08"/>
    <w:rsid w:val="00C94B98"/>
    <w:rsid w:val="00CA2B96"/>
    <w:rsid w:val="00CA5089"/>
    <w:rsid w:val="00CD269B"/>
    <w:rsid w:val="00CD6897"/>
    <w:rsid w:val="00CE3357"/>
    <w:rsid w:val="00CE5BAC"/>
    <w:rsid w:val="00CF25BE"/>
    <w:rsid w:val="00CF78ED"/>
    <w:rsid w:val="00D02B25"/>
    <w:rsid w:val="00D02EBA"/>
    <w:rsid w:val="00D03EBE"/>
    <w:rsid w:val="00D17C3C"/>
    <w:rsid w:val="00D26B2C"/>
    <w:rsid w:val="00D34D67"/>
    <w:rsid w:val="00D352C9"/>
    <w:rsid w:val="00D425B2"/>
    <w:rsid w:val="00D428D6"/>
    <w:rsid w:val="00D552B2"/>
    <w:rsid w:val="00D608D1"/>
    <w:rsid w:val="00D653A8"/>
    <w:rsid w:val="00D74119"/>
    <w:rsid w:val="00D8075B"/>
    <w:rsid w:val="00D8678B"/>
    <w:rsid w:val="00DA2114"/>
    <w:rsid w:val="00DB4759"/>
    <w:rsid w:val="00DD2FFA"/>
    <w:rsid w:val="00DE09C0"/>
    <w:rsid w:val="00DE46A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3640"/>
    <w:rsid w:val="00EE5457"/>
    <w:rsid w:val="00F070AB"/>
    <w:rsid w:val="00F17567"/>
    <w:rsid w:val="00F27A7B"/>
    <w:rsid w:val="00F526AF"/>
    <w:rsid w:val="00F617C3"/>
    <w:rsid w:val="00F636F4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84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EB15E"/>
  <w15:docId w15:val="{0A0E7B46-1849-4F3D-B945-93E6D282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147B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rsid w:val="00B147BB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7B532-D66C-40B5-8C2C-F516AD09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933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Magdalena Biernacka</cp:lastModifiedBy>
  <cp:revision>14</cp:revision>
  <cp:lastPrinted>2021-02-03T11:15:00Z</cp:lastPrinted>
  <dcterms:created xsi:type="dcterms:W3CDTF">2020-12-04T06:56:00Z</dcterms:created>
  <dcterms:modified xsi:type="dcterms:W3CDTF">2025-11-19T20:36:00Z</dcterms:modified>
</cp:coreProperties>
</file>